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10F951E8" w:rsidR="00F1480E" w:rsidRPr="00CA2922" w:rsidRDefault="00F1480E" w:rsidP="00FD557D">
      <w:pPr>
        <w:pStyle w:val="SIHeading2"/>
      </w:pPr>
      <w:r>
        <w:t>Modification h</w:t>
      </w:r>
      <w:r w:rsidRPr="00CA2922">
        <w:t>istory</w:t>
      </w:r>
      <w:r w:rsidR="00D42A5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19000B" w14:paraId="620BD372" w14:textId="77777777" w:rsidTr="00EC7668">
        <w:tc>
          <w:tcPr>
            <w:tcW w:w="2689" w:type="dxa"/>
          </w:tcPr>
          <w:p w14:paraId="024A2277" w14:textId="0AEFFCBC" w:rsidR="0019000B" w:rsidRPr="0019000B" w:rsidRDefault="0019000B" w:rsidP="0019000B">
            <w:pPr>
              <w:pStyle w:val="SIText"/>
            </w:pPr>
            <w:r w:rsidRPr="0019000B">
              <w:t xml:space="preserve">Release </w:t>
            </w:r>
            <w:r>
              <w:t>2</w:t>
            </w:r>
          </w:p>
        </w:tc>
        <w:tc>
          <w:tcPr>
            <w:tcW w:w="6939" w:type="dxa"/>
          </w:tcPr>
          <w:p w14:paraId="7118DE0F" w14:textId="52FACC90" w:rsidR="0019000B" w:rsidRPr="0019000B" w:rsidRDefault="0019000B">
            <w:pPr>
              <w:pStyle w:val="SIText"/>
            </w:pPr>
            <w:r w:rsidRPr="0019000B">
              <w:t xml:space="preserve">This version released with AHC Agriculture, Horticulture and Conservation and Land Management Training Package Version </w:t>
            </w:r>
            <w:r>
              <w:rPr>
                <w:rStyle w:val="SITemporaryText-blue"/>
              </w:rPr>
              <w:t>X</w:t>
            </w:r>
            <w:r w:rsidRPr="0019000B">
              <w:t>.0</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05186BE6" w:rsidR="00F1480E" w:rsidRPr="005404CB" w:rsidRDefault="00A3135C" w:rsidP="005404CB">
            <w:pPr>
              <w:pStyle w:val="SIUNITCODE"/>
            </w:pPr>
            <w:r>
              <w:t>AHCPER</w:t>
            </w:r>
            <w:r w:rsidR="005D0854">
              <w:t>30</w:t>
            </w:r>
            <w:r w:rsidR="003A768F">
              <w:t>3</w:t>
            </w:r>
          </w:p>
        </w:tc>
        <w:tc>
          <w:tcPr>
            <w:tcW w:w="3604" w:type="pct"/>
            <w:shd w:val="clear" w:color="auto" w:fill="auto"/>
          </w:tcPr>
          <w:p w14:paraId="01D80964" w14:textId="309209F6" w:rsidR="00F1480E" w:rsidRPr="005404CB" w:rsidRDefault="003A768F" w:rsidP="005404CB">
            <w:pPr>
              <w:pStyle w:val="SIUnittitle"/>
            </w:pPr>
            <w:r w:rsidRPr="003A768F">
              <w:t>Maintain integrated plant and animal systems</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45A91DAE" w14:textId="46D1200E" w:rsidR="003A768F" w:rsidRPr="003A768F" w:rsidRDefault="003A768F" w:rsidP="003A768F">
            <w:pPr>
              <w:pStyle w:val="SIText"/>
            </w:pPr>
            <w:r w:rsidRPr="003A768F">
              <w:t xml:space="preserve">This unit of competency describes the skills and knowledge required to maintain </w:t>
            </w:r>
            <w:r w:rsidR="0019000B">
              <w:t>a</w:t>
            </w:r>
            <w:r w:rsidR="00353658">
              <w:t>n</w:t>
            </w:r>
            <w:r w:rsidR="0019000B">
              <w:t xml:space="preserve"> </w:t>
            </w:r>
            <w:r w:rsidRPr="003A768F">
              <w:t>integrated plant and animal systems, undertake maintenance, and maintain records of activities</w:t>
            </w:r>
            <w:r w:rsidR="00AE41F5">
              <w:t xml:space="preserve"> including, </w:t>
            </w:r>
            <w:r w:rsidRPr="003A768F">
              <w:t>climate</w:t>
            </w:r>
            <w:r w:rsidR="00AE41F5">
              <w:t xml:space="preserve">, </w:t>
            </w:r>
            <w:r w:rsidRPr="003A768F">
              <w:t xml:space="preserve">soil, </w:t>
            </w:r>
            <w:proofErr w:type="gramStart"/>
            <w:r w:rsidRPr="003A768F">
              <w:t>plants</w:t>
            </w:r>
            <w:proofErr w:type="gramEnd"/>
            <w:r w:rsidRPr="003A768F">
              <w:t xml:space="preserve"> and animals commonly found on permaculture properties</w:t>
            </w:r>
            <w:r w:rsidR="00AE41F5">
              <w:t xml:space="preserve"> and </w:t>
            </w:r>
            <w:r w:rsidRPr="003A768F">
              <w:t xml:space="preserve">typical permaculture solutions for water </w:t>
            </w:r>
            <w:r w:rsidR="00AE41F5">
              <w:t>management</w:t>
            </w:r>
            <w:r w:rsidRPr="003A768F">
              <w:t xml:space="preserve"> and soil maintenance and improvement</w:t>
            </w:r>
            <w:r w:rsidR="00AE41F5">
              <w:t>.</w:t>
            </w:r>
          </w:p>
          <w:p w14:paraId="61AC7D96" w14:textId="77777777" w:rsidR="003A768F" w:rsidRPr="003A768F" w:rsidRDefault="003A768F" w:rsidP="003A768F">
            <w:pPr>
              <w:pStyle w:val="SIText"/>
            </w:pPr>
          </w:p>
          <w:p w14:paraId="315ADF5A" w14:textId="44FBD45D" w:rsidR="003A768F" w:rsidRPr="003A768F" w:rsidRDefault="00AE41F5" w:rsidP="003A768F">
            <w:pPr>
              <w:pStyle w:val="SIText"/>
            </w:pPr>
            <w:r>
              <w:t>The</w:t>
            </w:r>
            <w:r w:rsidRPr="003A768F">
              <w:t xml:space="preserve"> </w:t>
            </w:r>
            <w:r w:rsidR="003A768F" w:rsidRPr="003A768F">
              <w:t>unit applies to individuals who work under broad direction and take responsibility for their own work including limited responsibility for the work of others. They use discretion and judgement in the selection and use of available resources and complete routine activities.</w:t>
            </w:r>
          </w:p>
          <w:p w14:paraId="06373CD7" w14:textId="77777777" w:rsidR="003A768F" w:rsidRPr="003A768F" w:rsidRDefault="003A768F" w:rsidP="003A768F">
            <w:pPr>
              <w:pStyle w:val="SIText"/>
            </w:pPr>
          </w:p>
          <w:p w14:paraId="22C15BCD" w14:textId="2FF0396B" w:rsidR="00373436" w:rsidRPr="000754EC" w:rsidRDefault="003A768F">
            <w:pPr>
              <w:pStyle w:val="SIText"/>
            </w:pPr>
            <w:r w:rsidRPr="003A768F">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B934C5" w:rsidRPr="00963A46" w14:paraId="7DB7C384" w14:textId="77777777" w:rsidTr="00CA2922">
        <w:trPr>
          <w:cantSplit/>
        </w:trPr>
        <w:tc>
          <w:tcPr>
            <w:tcW w:w="1396" w:type="pct"/>
            <w:shd w:val="clear" w:color="auto" w:fill="auto"/>
          </w:tcPr>
          <w:p w14:paraId="44EC0F01" w14:textId="34774E2C" w:rsidR="00B934C5" w:rsidRPr="00B934C5" w:rsidRDefault="00B934C5" w:rsidP="00B934C5">
            <w:pPr>
              <w:pStyle w:val="SIText"/>
            </w:pPr>
            <w:r w:rsidRPr="00B934C5">
              <w:t>1. Plan maintenance of integrated plant and animal systems</w:t>
            </w:r>
          </w:p>
        </w:tc>
        <w:tc>
          <w:tcPr>
            <w:tcW w:w="3604" w:type="pct"/>
            <w:shd w:val="clear" w:color="auto" w:fill="auto"/>
          </w:tcPr>
          <w:p w14:paraId="781D66E7" w14:textId="6360BD67" w:rsidR="005E5103" w:rsidRDefault="005E5103" w:rsidP="005E5103">
            <w:r w:rsidRPr="005E5103">
              <w:t>1.</w:t>
            </w:r>
            <w:r w:rsidR="00CD5C97">
              <w:t>1</w:t>
            </w:r>
            <w:r w:rsidRPr="005E5103">
              <w:t xml:space="preserve"> Read and interpret design specifications for</w:t>
            </w:r>
            <w:r>
              <w:t xml:space="preserve"> permaculture</w:t>
            </w:r>
            <w:r w:rsidRPr="005E5103">
              <w:t xml:space="preserve"> property </w:t>
            </w:r>
          </w:p>
          <w:p w14:paraId="5D1F8E5E" w14:textId="1B01AB99" w:rsidR="005E5103" w:rsidRPr="005E5103" w:rsidRDefault="005E5103" w:rsidP="005E5103">
            <w:r w:rsidRPr="005E5103">
              <w:t xml:space="preserve"> maintenance approaches and strategies</w:t>
            </w:r>
          </w:p>
          <w:p w14:paraId="4ABDCCEA" w14:textId="386F96CC" w:rsidR="00B934C5" w:rsidRPr="00B934C5" w:rsidRDefault="00B934C5" w:rsidP="00B934C5">
            <w:r w:rsidRPr="00B934C5">
              <w:t>1.</w:t>
            </w:r>
            <w:r w:rsidR="00CD5C97">
              <w:t>2</w:t>
            </w:r>
            <w:r w:rsidRPr="00B934C5">
              <w:t xml:space="preserve"> </w:t>
            </w:r>
            <w:r w:rsidR="005E5103">
              <w:t>Identify and a</w:t>
            </w:r>
            <w:r w:rsidRPr="00B934C5">
              <w:t>ssess maintenance requirements for integrated plant and animal system</w:t>
            </w:r>
          </w:p>
          <w:p w14:paraId="6E6AF769" w14:textId="25FEDCC4" w:rsidR="00B934C5" w:rsidRPr="00B934C5" w:rsidRDefault="00B934C5" w:rsidP="00B934C5">
            <w:r w:rsidRPr="00B934C5">
              <w:t>1.</w:t>
            </w:r>
            <w:r w:rsidR="00CD5C97">
              <w:t>3</w:t>
            </w:r>
            <w:r w:rsidRPr="00B934C5">
              <w:t xml:space="preserve"> Consult stakeholders </w:t>
            </w:r>
            <w:r w:rsidR="005E5103">
              <w:t>for</w:t>
            </w:r>
            <w:r w:rsidR="005E5103" w:rsidRPr="00B934C5">
              <w:t xml:space="preserve"> </w:t>
            </w:r>
            <w:r w:rsidR="005E5103">
              <w:t xml:space="preserve">input on </w:t>
            </w:r>
            <w:r w:rsidRPr="00B934C5">
              <w:t>maintenance activities</w:t>
            </w:r>
            <w:r w:rsidR="005E5103">
              <w:t xml:space="preserve"> according to permaculture property </w:t>
            </w:r>
            <w:r w:rsidR="00CD5C97">
              <w:t>requirements</w:t>
            </w:r>
          </w:p>
          <w:p w14:paraId="345F89C1" w14:textId="4959063A" w:rsidR="005E5103" w:rsidRDefault="005E5103" w:rsidP="005E5103">
            <w:r w:rsidRPr="005E5103">
              <w:t>1.</w:t>
            </w:r>
            <w:r w:rsidR="00CD5C97">
              <w:t>4</w:t>
            </w:r>
            <w:r w:rsidRPr="005E5103">
              <w:t xml:space="preserve"> </w:t>
            </w:r>
            <w:r w:rsidR="00CD5C97">
              <w:t xml:space="preserve">Select, </w:t>
            </w:r>
            <w:proofErr w:type="gramStart"/>
            <w:r w:rsidR="00CD5C97">
              <w:t>check</w:t>
            </w:r>
            <w:proofErr w:type="gramEnd"/>
            <w:r w:rsidR="00CD5C97">
              <w:t xml:space="preserve"> and prepare</w:t>
            </w:r>
            <w:r w:rsidRPr="005E5103">
              <w:t xml:space="preserve"> tools, equipment, machinery and materials for maintenance activities</w:t>
            </w:r>
          </w:p>
          <w:p w14:paraId="7098BFE1" w14:textId="016EDDF5" w:rsidR="00CD5C97" w:rsidRPr="005E5103" w:rsidRDefault="00CD5C97" w:rsidP="005E5103">
            <w:r>
              <w:t xml:space="preserve">1.5 Identify health and safety hazards, assess </w:t>
            </w:r>
            <w:proofErr w:type="gramStart"/>
            <w:r>
              <w:t>risk</w:t>
            </w:r>
            <w:proofErr w:type="gramEnd"/>
            <w:r>
              <w:t xml:space="preserve"> and implement controls according to workplace procedures</w:t>
            </w:r>
          </w:p>
          <w:p w14:paraId="4B044429" w14:textId="092073A0" w:rsidR="00B934C5" w:rsidRPr="00B934C5" w:rsidRDefault="00B934C5">
            <w:r w:rsidRPr="00B934C5">
              <w:t>1.</w:t>
            </w:r>
            <w:r w:rsidR="00CD5C97">
              <w:t>6</w:t>
            </w:r>
            <w:r w:rsidRPr="00B934C5">
              <w:t xml:space="preserve"> </w:t>
            </w:r>
            <w:r w:rsidR="00CD5C97">
              <w:t xml:space="preserve">Arrange </w:t>
            </w:r>
            <w:r w:rsidR="00CD5C97" w:rsidRPr="00CD5C97">
              <w:t>maintenance activities</w:t>
            </w:r>
            <w:r w:rsidR="00CD5C97">
              <w:t xml:space="preserve"> and</w:t>
            </w:r>
            <w:r w:rsidR="00CD5C97" w:rsidRPr="00CD5C97">
              <w:t xml:space="preserve"> </w:t>
            </w:r>
            <w:r w:rsidRPr="00B934C5">
              <w:t>movement through production areas to minimise disturbance and degradation</w:t>
            </w:r>
          </w:p>
        </w:tc>
      </w:tr>
      <w:tr w:rsidR="00B934C5" w:rsidRPr="00963A46" w14:paraId="3F89A880" w14:textId="77777777" w:rsidTr="00CA2922">
        <w:trPr>
          <w:cantSplit/>
        </w:trPr>
        <w:tc>
          <w:tcPr>
            <w:tcW w:w="1396" w:type="pct"/>
            <w:shd w:val="clear" w:color="auto" w:fill="auto"/>
          </w:tcPr>
          <w:p w14:paraId="0DD48B01" w14:textId="486BAEFB" w:rsidR="00B934C5" w:rsidRPr="00B934C5" w:rsidRDefault="00B934C5" w:rsidP="00B934C5">
            <w:pPr>
              <w:pStyle w:val="SIText"/>
            </w:pPr>
            <w:r w:rsidRPr="00B934C5">
              <w:t>2. Undertake maintenance activities</w:t>
            </w:r>
          </w:p>
        </w:tc>
        <w:tc>
          <w:tcPr>
            <w:tcW w:w="3604" w:type="pct"/>
            <w:shd w:val="clear" w:color="auto" w:fill="auto"/>
          </w:tcPr>
          <w:p w14:paraId="36B78E0C" w14:textId="3D006850" w:rsidR="00B934C5" w:rsidRDefault="00B934C5" w:rsidP="00B934C5">
            <w:r w:rsidRPr="00B934C5">
              <w:t xml:space="preserve">2.1 Maintain a clean and safe work </w:t>
            </w:r>
            <w:r w:rsidR="004D2E64">
              <w:t>environment</w:t>
            </w:r>
          </w:p>
          <w:p w14:paraId="536E2202" w14:textId="0A8C2645" w:rsidR="004D2E64" w:rsidRPr="00B934C5" w:rsidRDefault="004D2E64" w:rsidP="00B934C5">
            <w:r>
              <w:t xml:space="preserve">2.2 Schedule maintenance activities </w:t>
            </w:r>
            <w:r w:rsidR="00AE41F5">
              <w:t>according to maintenance plan</w:t>
            </w:r>
            <w:r>
              <w:t xml:space="preserve"> </w:t>
            </w:r>
          </w:p>
          <w:p w14:paraId="3AD4B288" w14:textId="1852715B" w:rsidR="00AE41F5" w:rsidRDefault="00B934C5" w:rsidP="00B934C5">
            <w:r w:rsidRPr="00B934C5">
              <w:t>2.</w:t>
            </w:r>
            <w:r w:rsidR="00AE41F5">
              <w:t>3</w:t>
            </w:r>
            <w:r w:rsidRPr="00B934C5">
              <w:t xml:space="preserve"> </w:t>
            </w:r>
            <w:r w:rsidR="00AE41F5">
              <w:t>Implement</w:t>
            </w:r>
            <w:r w:rsidRPr="00B934C5">
              <w:t xml:space="preserve"> measures to </w:t>
            </w:r>
            <w:r w:rsidR="00AE41F5">
              <w:t>mitigate</w:t>
            </w:r>
            <w:r w:rsidR="00AE41F5" w:rsidRPr="00B934C5">
              <w:t xml:space="preserve"> </w:t>
            </w:r>
            <w:r w:rsidRPr="00B934C5">
              <w:t>degradation and disturbance</w:t>
            </w:r>
            <w:r w:rsidR="00AE41F5">
              <w:t xml:space="preserve"> of elements within the permaculture system</w:t>
            </w:r>
          </w:p>
          <w:p w14:paraId="2B00249F" w14:textId="151CA0D5" w:rsidR="00B934C5" w:rsidRPr="00B934C5" w:rsidRDefault="00B934C5" w:rsidP="00E93114">
            <w:r w:rsidRPr="00B934C5">
              <w:t>2.</w:t>
            </w:r>
            <w:r w:rsidR="00AE41F5">
              <w:t>4</w:t>
            </w:r>
            <w:r w:rsidRPr="00B934C5">
              <w:t xml:space="preserve"> Monitor activities of </w:t>
            </w:r>
            <w:r w:rsidR="00AE41F5">
              <w:t>work team</w:t>
            </w:r>
            <w:r w:rsidR="00AE41F5" w:rsidRPr="00B934C5">
              <w:t xml:space="preserve"> </w:t>
            </w:r>
            <w:r w:rsidRPr="00B934C5">
              <w:t xml:space="preserve">and visitors to </w:t>
            </w:r>
            <w:r w:rsidR="00AE41F5">
              <w:t xml:space="preserve">mitigate </w:t>
            </w:r>
            <w:r w:rsidRPr="00B934C5">
              <w:t>risks to producti</w:t>
            </w:r>
            <w:r w:rsidR="00AE41F5">
              <w:t>on</w:t>
            </w:r>
          </w:p>
        </w:tc>
      </w:tr>
      <w:tr w:rsidR="00B934C5" w:rsidRPr="00963A46" w14:paraId="629DE035" w14:textId="77777777" w:rsidTr="00CA2922">
        <w:trPr>
          <w:cantSplit/>
        </w:trPr>
        <w:tc>
          <w:tcPr>
            <w:tcW w:w="1396" w:type="pct"/>
            <w:shd w:val="clear" w:color="auto" w:fill="auto"/>
          </w:tcPr>
          <w:p w14:paraId="7538BC0F" w14:textId="0CD1D8A9" w:rsidR="00B934C5" w:rsidRPr="00B934C5" w:rsidRDefault="00B934C5" w:rsidP="00B934C5">
            <w:pPr>
              <w:pStyle w:val="SIText"/>
            </w:pPr>
            <w:r w:rsidRPr="00B934C5">
              <w:t>3. Complete maintenance activities</w:t>
            </w:r>
          </w:p>
        </w:tc>
        <w:tc>
          <w:tcPr>
            <w:tcW w:w="3604" w:type="pct"/>
            <w:shd w:val="clear" w:color="auto" w:fill="auto"/>
          </w:tcPr>
          <w:p w14:paraId="3E1B4CCB" w14:textId="37C0FDBB" w:rsidR="00B934C5" w:rsidRPr="00B934C5" w:rsidRDefault="00B934C5" w:rsidP="00B934C5">
            <w:r w:rsidRPr="00B934C5">
              <w:t xml:space="preserve">3.1 </w:t>
            </w:r>
            <w:r w:rsidR="00AE41F5">
              <w:t xml:space="preserve">Manage </w:t>
            </w:r>
            <w:r w:rsidR="004C6B4A">
              <w:t>surplus</w:t>
            </w:r>
            <w:r w:rsidR="00AE41F5">
              <w:t xml:space="preserve"> </w:t>
            </w:r>
            <w:r w:rsidR="003113E9">
              <w:t xml:space="preserve">materials </w:t>
            </w:r>
            <w:r w:rsidR="00AE41F5">
              <w:t xml:space="preserve">and waste </w:t>
            </w:r>
            <w:r w:rsidR="004C6B4A">
              <w:t>according to workplace procedures</w:t>
            </w:r>
          </w:p>
          <w:p w14:paraId="385DE22F" w14:textId="0E3F27AD" w:rsidR="00B934C5" w:rsidRPr="00B934C5" w:rsidRDefault="00B934C5" w:rsidP="00B934C5">
            <w:r w:rsidRPr="00B934C5">
              <w:t xml:space="preserve">3.2 Clean and store </w:t>
            </w:r>
            <w:r w:rsidR="003113E9">
              <w:t xml:space="preserve">tools, </w:t>
            </w:r>
            <w:proofErr w:type="gramStart"/>
            <w:r w:rsidRPr="00B934C5">
              <w:t>equipment</w:t>
            </w:r>
            <w:proofErr w:type="gramEnd"/>
            <w:r w:rsidRPr="00B934C5">
              <w:t xml:space="preserve"> and machinery </w:t>
            </w:r>
            <w:r w:rsidR="00AE41F5">
              <w:t>according to workplace procedures</w:t>
            </w:r>
            <w:r w:rsidR="004C6B4A">
              <w:t xml:space="preserve"> and manufacturer instructions</w:t>
            </w:r>
          </w:p>
          <w:p w14:paraId="1C93868F" w14:textId="00ABF88A" w:rsidR="00B934C5" w:rsidRPr="00B934C5" w:rsidRDefault="00B934C5">
            <w:r w:rsidRPr="00B934C5">
              <w:t>3.3</w:t>
            </w:r>
            <w:r w:rsidR="004C6B4A">
              <w:t xml:space="preserve"> </w:t>
            </w:r>
            <w:r w:rsidR="00276A58">
              <w:t>Update</w:t>
            </w:r>
            <w:r w:rsidRPr="00B934C5">
              <w:t xml:space="preserve"> records </w:t>
            </w:r>
            <w:r w:rsidR="00276A58">
              <w:t xml:space="preserve">and reports </w:t>
            </w:r>
            <w:r w:rsidRPr="00B934C5">
              <w:t>of maintenance activities</w:t>
            </w:r>
            <w:r w:rsidR="00276A58">
              <w:t xml:space="preserve"> according to workplace procedures</w:t>
            </w:r>
          </w:p>
        </w:tc>
      </w:tr>
    </w:tbl>
    <w:p w14:paraId="0A6E9C8C" w14:textId="77777777" w:rsidR="005F771F" w:rsidRDefault="005F771F" w:rsidP="005F771F">
      <w:pPr>
        <w:pStyle w:val="SIText"/>
      </w:pPr>
    </w:p>
    <w:p w14:paraId="50784BCC" w14:textId="77777777" w:rsidR="005F771F" w:rsidRPr="000754EC" w:rsidRDefault="005F771F" w:rsidP="000754EC">
      <w:r>
        <w:br w:type="page"/>
      </w:r>
    </w:p>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3ECB7353" w14:textId="77777777" w:rsidTr="00CA2922">
        <w:trPr>
          <w:tblHeader/>
        </w:trPr>
        <w:tc>
          <w:tcPr>
            <w:tcW w:w="5000" w:type="pct"/>
          </w:tcPr>
          <w:p w14:paraId="61D2B99B" w14:textId="77777777" w:rsidR="00F1480E" w:rsidRPr="005404CB" w:rsidRDefault="00FD557D" w:rsidP="005404CB">
            <w:pPr>
              <w:pStyle w:val="SIHeading2"/>
            </w:pPr>
            <w:r w:rsidRPr="00041E59">
              <w:t>F</w:t>
            </w:r>
            <w:r w:rsidRPr="005404CB">
              <w:t>oundation Skills</w:t>
            </w:r>
          </w:p>
          <w:p w14:paraId="162A7DE7" w14:textId="77777777" w:rsidR="00F1480E"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p w14:paraId="6C2767F1" w14:textId="77777777" w:rsidR="002526AC" w:rsidRPr="005404CB" w:rsidRDefault="002526AC" w:rsidP="005404CB">
            <w:pPr>
              <w:rPr>
                <w:rStyle w:val="SIText-Italic"/>
                <w:rFonts w:eastAsiaTheme="majorEastAsia"/>
              </w:rPr>
            </w:pPr>
          </w:p>
        </w:tc>
      </w:tr>
      <w:tr w:rsidR="002526AC" w:rsidRPr="00336FCA" w:rsidDel="00423CB2" w14:paraId="1952BECD" w14:textId="77777777" w:rsidTr="002526AC">
        <w:tc>
          <w:tcPr>
            <w:tcW w:w="5000" w:type="pct"/>
          </w:tcPr>
          <w:p w14:paraId="775880D1" w14:textId="449301F5" w:rsidR="002526AC" w:rsidRPr="005404CB" w:rsidRDefault="002526AC" w:rsidP="00692EC8">
            <w:pPr>
              <w:pStyle w:val="SIBulletList1"/>
              <w:numPr>
                <w:ilvl w:val="0"/>
                <w:numId w:val="0"/>
              </w:numPr>
              <w:ind w:left="357"/>
            </w:pPr>
            <w:r w:rsidRPr="00692EC8">
              <w:t>Foundation Skills essential to performance are explicit in the performance criteria of this unit of competency.</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18ED5BE1" w14:textId="345E81CE" w:rsidR="00041E59" w:rsidRPr="005404CB" w:rsidRDefault="00903E6C" w:rsidP="005404CB">
            <w:pPr>
              <w:pStyle w:val="SIText"/>
            </w:pPr>
            <w:r w:rsidRPr="00903E6C">
              <w:t>AHCPER303 Maintain integrated plant and animal systems</w:t>
            </w:r>
          </w:p>
        </w:tc>
        <w:tc>
          <w:tcPr>
            <w:tcW w:w="1105" w:type="pct"/>
          </w:tcPr>
          <w:p w14:paraId="64EA7AE3" w14:textId="0CEF0B97" w:rsidR="00041E59" w:rsidRPr="005404CB" w:rsidRDefault="00903E6C" w:rsidP="005404CB">
            <w:pPr>
              <w:pStyle w:val="SIText"/>
            </w:pPr>
            <w:r w:rsidRPr="00903E6C">
              <w:t>AHCPER303 Maintain integrated plant and animal systems</w:t>
            </w:r>
          </w:p>
        </w:tc>
        <w:tc>
          <w:tcPr>
            <w:tcW w:w="1251" w:type="pct"/>
          </w:tcPr>
          <w:p w14:paraId="3E031D32" w14:textId="35D12222" w:rsidR="00041E59" w:rsidRPr="005404CB" w:rsidRDefault="00903E6C" w:rsidP="005404CB">
            <w:pPr>
              <w:pStyle w:val="SIText"/>
            </w:pPr>
            <w:r>
              <w:t>Minor changes to Application and Performance Criteria for clarity</w:t>
            </w:r>
          </w:p>
        </w:tc>
        <w:tc>
          <w:tcPr>
            <w:tcW w:w="1616" w:type="pct"/>
          </w:tcPr>
          <w:p w14:paraId="426455CD" w14:textId="20FDB806" w:rsidR="00916CD7" w:rsidRPr="005404CB" w:rsidRDefault="00903E6C" w:rsidP="005404CB">
            <w:pPr>
              <w:pStyle w:val="SIText"/>
            </w:pPr>
            <w:r>
              <w:t>Equivalent</w:t>
            </w:r>
          </w:p>
        </w:tc>
      </w:tr>
    </w:tbl>
    <w:p w14:paraId="127C3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4068F5CC" w:rsidR="00556C4C" w:rsidRPr="005404CB" w:rsidRDefault="00556C4C" w:rsidP="005404CB">
            <w:pPr>
              <w:pStyle w:val="SIUnittitle"/>
            </w:pPr>
            <w:r w:rsidRPr="00F56827">
              <w:t xml:space="preserve">Assessment requirements for </w:t>
            </w:r>
            <w:r w:rsidR="003A768F" w:rsidRPr="003A768F">
              <w:t>AHCPER303 Maintain integrated plant and animal systems</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3EE39F39" w14:textId="55E1FC4D" w:rsidR="00F869B9" w:rsidRDefault="00F869B9" w:rsidP="00F869B9">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3D6029B8" w14:textId="576E6965" w:rsidR="00F869B9" w:rsidRDefault="00F869B9" w:rsidP="00F869B9">
            <w:pPr>
              <w:pStyle w:val="SIText"/>
            </w:pPr>
            <w:r>
              <w:t>There must be evidence that the individual has on at least one occasion:</w:t>
            </w:r>
          </w:p>
          <w:p w14:paraId="2D3B5B27" w14:textId="55271CD7" w:rsidR="00B934C5" w:rsidRDefault="00B934C5" w:rsidP="00B934C5">
            <w:pPr>
              <w:pStyle w:val="SIBulletList1"/>
            </w:pPr>
            <w:r w:rsidRPr="00B934C5">
              <w:t>plan</w:t>
            </w:r>
            <w:r w:rsidR="00F869B9">
              <w:t>ned</w:t>
            </w:r>
            <w:r w:rsidRPr="00B934C5">
              <w:t xml:space="preserve"> maintenance activities for</w:t>
            </w:r>
            <w:r w:rsidR="00F869B9">
              <w:t xml:space="preserve"> a permaculture</w:t>
            </w:r>
            <w:r w:rsidRPr="00B934C5">
              <w:t xml:space="preserve"> integrated plant and animal systems</w:t>
            </w:r>
          </w:p>
          <w:p w14:paraId="185A5053" w14:textId="369885E9" w:rsidR="00F869B9" w:rsidRDefault="00F869B9" w:rsidP="00B934C5">
            <w:pPr>
              <w:pStyle w:val="SIBulletList1"/>
            </w:pPr>
            <w:r>
              <w:t xml:space="preserve">implemented </w:t>
            </w:r>
            <w:r w:rsidRPr="00B934C5">
              <w:t>maintenance</w:t>
            </w:r>
            <w:r>
              <w:t xml:space="preserve"> activities according to plans</w:t>
            </w:r>
          </w:p>
          <w:p w14:paraId="3203C19B" w14:textId="1A151A24" w:rsidR="00F869B9" w:rsidRDefault="00F869B9" w:rsidP="00B934C5">
            <w:pPr>
              <w:pStyle w:val="SIBulletList1"/>
            </w:pPr>
            <w:r>
              <w:t>mitigated risk to permaculture elements, including:</w:t>
            </w:r>
          </w:p>
          <w:p w14:paraId="21B9E15D" w14:textId="77777777" w:rsidR="00F869B9" w:rsidRDefault="00AE41F5" w:rsidP="00E93114">
            <w:pPr>
              <w:pStyle w:val="SIBulletList2"/>
            </w:pPr>
            <w:r>
              <w:t>soils</w:t>
            </w:r>
            <w:r w:rsidR="00F869B9">
              <w:t xml:space="preserve"> and soil compaction</w:t>
            </w:r>
          </w:p>
          <w:p w14:paraId="1A3DF4B8" w14:textId="77777777" w:rsidR="00F869B9" w:rsidRDefault="00AE41F5" w:rsidP="00E93114">
            <w:pPr>
              <w:pStyle w:val="SIBulletList2"/>
            </w:pPr>
            <w:r w:rsidRPr="00B934C5">
              <w:t>plants</w:t>
            </w:r>
            <w:r w:rsidR="00F869B9">
              <w:t xml:space="preserve"> and </w:t>
            </w:r>
            <w:r w:rsidRPr="00B934C5">
              <w:t>animals</w:t>
            </w:r>
            <w:r w:rsidR="00F869B9">
              <w:t xml:space="preserve"> in the system</w:t>
            </w:r>
          </w:p>
          <w:p w14:paraId="13C80FDE" w14:textId="704E3A6D" w:rsidR="00F869B9" w:rsidRDefault="00AE41F5" w:rsidP="00E93114">
            <w:pPr>
              <w:pStyle w:val="SIBulletList2"/>
            </w:pPr>
            <w:r w:rsidRPr="00B934C5">
              <w:t>waterways</w:t>
            </w:r>
            <w:r w:rsidR="00276A58">
              <w:t xml:space="preserve"> and water storage</w:t>
            </w:r>
          </w:p>
          <w:p w14:paraId="7EB28172" w14:textId="1406C9BC" w:rsidR="00AE41F5" w:rsidRDefault="00276A58" w:rsidP="00E93114">
            <w:pPr>
              <w:pStyle w:val="SIBulletList2"/>
            </w:pPr>
            <w:r>
              <w:t xml:space="preserve">other key </w:t>
            </w:r>
            <w:r w:rsidR="00F869B9">
              <w:t xml:space="preserve">elements within </w:t>
            </w:r>
            <w:r w:rsidR="00AE41F5" w:rsidRPr="00B934C5">
              <w:t>ecosystem</w:t>
            </w:r>
          </w:p>
          <w:p w14:paraId="11F934D2" w14:textId="6F602472" w:rsidR="00F869B9" w:rsidRPr="00AE41F5" w:rsidRDefault="00F869B9" w:rsidP="00E93114">
            <w:pPr>
              <w:pStyle w:val="SIBulletList1"/>
            </w:pPr>
            <w:r>
              <w:t>identified safety hazards and assessed risks and implemented controls during maintenance activities</w:t>
            </w:r>
          </w:p>
          <w:p w14:paraId="6BFA69AA" w14:textId="0475C2B0" w:rsidR="00556C4C" w:rsidRPr="005404CB" w:rsidRDefault="00F869B9" w:rsidP="00E93114">
            <w:pPr>
              <w:pStyle w:val="SIBulletList1"/>
            </w:pPr>
            <w:r>
              <w:t xml:space="preserve">maintained </w:t>
            </w:r>
            <w:r w:rsidRPr="00B934C5">
              <w:t>record</w:t>
            </w:r>
            <w:r>
              <w:t xml:space="preserve">s </w:t>
            </w:r>
            <w:r w:rsidR="00B934C5" w:rsidRPr="00B934C5">
              <w:t>and report</w:t>
            </w:r>
            <w:r>
              <w:t>s</w:t>
            </w:r>
            <w:r w:rsidR="00B934C5" w:rsidRPr="00B934C5">
              <w:t xml:space="preserve"> on completion of </w:t>
            </w:r>
            <w:r>
              <w:t xml:space="preserve">maintenance </w:t>
            </w:r>
            <w:r w:rsidR="00B934C5" w:rsidRPr="00B934C5">
              <w:t>activities</w:t>
            </w:r>
            <w:r>
              <w: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5781651B" w14:textId="13AB5805" w:rsidR="00276A58" w:rsidRDefault="00276A58" w:rsidP="00276A58">
            <w:pPr>
              <w:pStyle w:val="SIText"/>
            </w:pPr>
            <w:r>
              <w:t>An individual must be able to demonstrate the knowledge required to perform the tasks outlined in the elements and performance criteria of this unit. This includes knowledge of:</w:t>
            </w:r>
          </w:p>
          <w:p w14:paraId="458996C0" w14:textId="2DC00FC5" w:rsidR="00B934C5" w:rsidRPr="00B934C5" w:rsidRDefault="00276A58" w:rsidP="00B934C5">
            <w:pPr>
              <w:pStyle w:val="SIBulletList1"/>
            </w:pPr>
            <w:r>
              <w:t>i</w:t>
            </w:r>
            <w:r w:rsidR="00B934C5" w:rsidRPr="00B934C5">
              <w:t xml:space="preserve">ntegrated plant and animal systems, </w:t>
            </w:r>
            <w:r>
              <w:t>including</w:t>
            </w:r>
            <w:r w:rsidR="00B934C5" w:rsidRPr="00B934C5">
              <w:t>:</w:t>
            </w:r>
          </w:p>
          <w:p w14:paraId="4A692C46" w14:textId="77777777" w:rsidR="00B934C5" w:rsidRPr="00B934C5" w:rsidRDefault="00B934C5" w:rsidP="00B934C5">
            <w:pPr>
              <w:pStyle w:val="SIBulletList2"/>
            </w:pPr>
            <w:r w:rsidRPr="00B934C5">
              <w:t xml:space="preserve">gardens, orchards, organic farms, </w:t>
            </w:r>
            <w:proofErr w:type="gramStart"/>
            <w:r w:rsidRPr="00B934C5">
              <w:t>woodlots</w:t>
            </w:r>
            <w:proofErr w:type="gramEnd"/>
            <w:r w:rsidRPr="00B934C5">
              <w:t xml:space="preserve"> and forests that include animals in free range or rotational systems</w:t>
            </w:r>
          </w:p>
          <w:p w14:paraId="3FD4622E" w14:textId="77777777" w:rsidR="00B934C5" w:rsidRPr="00B934C5" w:rsidRDefault="00B934C5" w:rsidP="00B934C5">
            <w:pPr>
              <w:pStyle w:val="SIBulletList2"/>
            </w:pPr>
            <w:r w:rsidRPr="00B934C5">
              <w:t>balanced ecosystems where the needs of all species are met</w:t>
            </w:r>
          </w:p>
          <w:p w14:paraId="54547776" w14:textId="3899B9B5" w:rsidR="00B934C5" w:rsidRPr="00B934C5" w:rsidRDefault="00B934C5" w:rsidP="00E93114">
            <w:pPr>
              <w:pStyle w:val="SIBulletList2"/>
            </w:pPr>
            <w:r w:rsidRPr="00B934C5">
              <w:t>systems where poultry provide fertility, pest control and other services to plants</w:t>
            </w:r>
          </w:p>
          <w:p w14:paraId="4777BA44" w14:textId="77777777" w:rsidR="00B934C5" w:rsidRPr="00B934C5" w:rsidRDefault="00B934C5" w:rsidP="00B934C5">
            <w:pPr>
              <w:pStyle w:val="SIBulletList2"/>
            </w:pPr>
            <w:r w:rsidRPr="00B934C5">
              <w:t xml:space="preserve">frogs, </w:t>
            </w:r>
            <w:proofErr w:type="gramStart"/>
            <w:r w:rsidRPr="00B934C5">
              <w:t>birds</w:t>
            </w:r>
            <w:proofErr w:type="gramEnd"/>
            <w:r w:rsidRPr="00B934C5">
              <w:t xml:space="preserve"> and other wild creatures attracted to the garden to maintain ecological balance</w:t>
            </w:r>
          </w:p>
          <w:p w14:paraId="573198B8" w14:textId="6B06307D" w:rsidR="00B934C5" w:rsidRPr="00B934C5" w:rsidRDefault="00B934C5" w:rsidP="00B934C5">
            <w:pPr>
              <w:pStyle w:val="SIBulletList2"/>
            </w:pPr>
            <w:r w:rsidRPr="00B934C5">
              <w:t xml:space="preserve">patterns seen in nature, </w:t>
            </w:r>
            <w:r w:rsidR="00276A58">
              <w:t>including</w:t>
            </w:r>
            <w:r w:rsidRPr="00B934C5">
              <w:t xml:space="preserve"> </w:t>
            </w:r>
            <w:proofErr w:type="gramStart"/>
            <w:r w:rsidRPr="00B934C5">
              <w:t>stacking</w:t>
            </w:r>
            <w:proofErr w:type="gramEnd"/>
            <w:r w:rsidRPr="00B934C5">
              <w:t xml:space="preserve"> and layering of plants in a forest</w:t>
            </w:r>
            <w:r w:rsidR="00B77145">
              <w:t xml:space="preserve"> </w:t>
            </w:r>
            <w:r w:rsidRPr="00B934C5">
              <w:t>used in deliberate design</w:t>
            </w:r>
          </w:p>
          <w:p w14:paraId="24BCB8C4" w14:textId="77777777" w:rsidR="00B934C5" w:rsidRPr="00B934C5" w:rsidRDefault="00B934C5" w:rsidP="00B934C5">
            <w:pPr>
              <w:pStyle w:val="SIBulletList1"/>
            </w:pPr>
            <w:r w:rsidRPr="00B934C5">
              <w:t>plants and animals commonly found on permaculture properties</w:t>
            </w:r>
          </w:p>
          <w:p w14:paraId="7708FC95" w14:textId="77777777" w:rsidR="00B934C5" w:rsidRPr="00B934C5" w:rsidRDefault="00B934C5" w:rsidP="00B934C5">
            <w:pPr>
              <w:pStyle w:val="SIBulletList1"/>
            </w:pPr>
            <w:r w:rsidRPr="00B934C5">
              <w:t>plant groups and vegetation structures</w:t>
            </w:r>
          </w:p>
          <w:p w14:paraId="2ECEE7FA" w14:textId="677F18F4" w:rsidR="00B934C5" w:rsidRPr="00B934C5" w:rsidRDefault="00B934C5" w:rsidP="00B934C5">
            <w:pPr>
              <w:pStyle w:val="SIBulletList1"/>
            </w:pPr>
            <w:r w:rsidRPr="00B934C5">
              <w:t xml:space="preserve">permaculture practices, </w:t>
            </w:r>
            <w:r w:rsidR="00276A58">
              <w:t>including</w:t>
            </w:r>
            <w:r w:rsidRPr="00B934C5">
              <w:t>:</w:t>
            </w:r>
          </w:p>
          <w:p w14:paraId="52A6216F" w14:textId="77777777" w:rsidR="00B934C5" w:rsidRPr="00B934C5" w:rsidRDefault="00B934C5" w:rsidP="00B934C5">
            <w:pPr>
              <w:pStyle w:val="SIBulletList2"/>
            </w:pPr>
            <w:r w:rsidRPr="00B934C5">
              <w:t>composting of weeds</w:t>
            </w:r>
          </w:p>
          <w:p w14:paraId="4A5D8155" w14:textId="77777777" w:rsidR="00B934C5" w:rsidRPr="00B934C5" w:rsidRDefault="00B934C5" w:rsidP="00B934C5">
            <w:pPr>
              <w:pStyle w:val="SIBulletList2"/>
            </w:pPr>
            <w:r w:rsidRPr="00B934C5">
              <w:t>chop and drop practices</w:t>
            </w:r>
          </w:p>
          <w:p w14:paraId="003763D6" w14:textId="77777777" w:rsidR="00B934C5" w:rsidRPr="00B934C5" w:rsidRDefault="00B934C5" w:rsidP="00B934C5">
            <w:pPr>
              <w:pStyle w:val="SIBulletList2"/>
            </w:pPr>
            <w:r w:rsidRPr="00B934C5">
              <w:t>feeding weeds to animals</w:t>
            </w:r>
          </w:p>
          <w:p w14:paraId="67FDC6EE" w14:textId="77777777" w:rsidR="00B934C5" w:rsidRPr="00B934C5" w:rsidRDefault="00B934C5" w:rsidP="00B934C5">
            <w:pPr>
              <w:pStyle w:val="SIBulletList2"/>
            </w:pPr>
            <w:r w:rsidRPr="00B934C5">
              <w:t>soil support and enhancement strategies</w:t>
            </w:r>
          </w:p>
          <w:p w14:paraId="0DC58F87" w14:textId="77777777" w:rsidR="00B934C5" w:rsidRPr="00B934C5" w:rsidRDefault="00B934C5" w:rsidP="00B934C5">
            <w:pPr>
              <w:pStyle w:val="SIBulletList2"/>
            </w:pPr>
            <w:r w:rsidRPr="00B934C5">
              <w:t>animal husbandry strategies</w:t>
            </w:r>
          </w:p>
          <w:p w14:paraId="6F1FE197" w14:textId="11ED3810" w:rsidR="00B934C5" w:rsidRPr="00B934C5" w:rsidRDefault="00B934C5" w:rsidP="00B934C5">
            <w:pPr>
              <w:pStyle w:val="SIBulletList1"/>
            </w:pPr>
            <w:r w:rsidRPr="00B934C5">
              <w:t xml:space="preserve">permaculture design information, </w:t>
            </w:r>
            <w:r w:rsidR="00276A58">
              <w:t>including</w:t>
            </w:r>
            <w:r w:rsidRPr="00B934C5">
              <w:t>:</w:t>
            </w:r>
          </w:p>
          <w:p w14:paraId="351E5CDC" w14:textId="77777777" w:rsidR="00B934C5" w:rsidRPr="00B934C5" w:rsidRDefault="00B934C5" w:rsidP="00B934C5">
            <w:pPr>
              <w:pStyle w:val="SIBulletList2"/>
            </w:pPr>
            <w:r w:rsidRPr="00B934C5">
              <w:t>permaculture site plan</w:t>
            </w:r>
          </w:p>
          <w:p w14:paraId="68DD3943" w14:textId="77777777" w:rsidR="00B934C5" w:rsidRPr="00B934C5" w:rsidRDefault="00B934C5" w:rsidP="00B934C5">
            <w:pPr>
              <w:pStyle w:val="SIBulletList2"/>
            </w:pPr>
            <w:r w:rsidRPr="00B934C5">
              <w:t>components of integrated plant and animal systems</w:t>
            </w:r>
          </w:p>
          <w:p w14:paraId="09EABB46" w14:textId="548C751C" w:rsidR="00B934C5" w:rsidRPr="00B934C5" w:rsidRDefault="00B934C5" w:rsidP="00B934C5">
            <w:pPr>
              <w:pStyle w:val="SIBulletList1"/>
            </w:pPr>
            <w:r w:rsidRPr="00B934C5">
              <w:t xml:space="preserve">role of animals in improving soil, recycling nutrients, managing ‘weedy’ </w:t>
            </w:r>
            <w:proofErr w:type="gramStart"/>
            <w:r w:rsidRPr="00B934C5">
              <w:t>plants</w:t>
            </w:r>
            <w:proofErr w:type="gramEnd"/>
            <w:r w:rsidRPr="00B934C5">
              <w:t xml:space="preserve"> and controlling pests and diseases</w:t>
            </w:r>
          </w:p>
          <w:p w14:paraId="0D1F308B" w14:textId="77777777" w:rsidR="00B934C5" w:rsidRPr="00B934C5" w:rsidRDefault="00B934C5" w:rsidP="00B934C5">
            <w:pPr>
              <w:pStyle w:val="SIBulletList1"/>
            </w:pPr>
            <w:r w:rsidRPr="00B934C5">
              <w:t>plants as indicators and improvers</w:t>
            </w:r>
          </w:p>
          <w:p w14:paraId="0095FC3F" w14:textId="77777777" w:rsidR="00B934C5" w:rsidRPr="00B934C5" w:rsidRDefault="00B934C5" w:rsidP="00B934C5">
            <w:pPr>
              <w:pStyle w:val="SIBulletList1"/>
            </w:pPr>
            <w:r w:rsidRPr="00B934C5">
              <w:t>typical permaculture solutions to water catchment and storage for integrated plant and animal systems</w:t>
            </w:r>
          </w:p>
          <w:p w14:paraId="53CF2807" w14:textId="77777777" w:rsidR="00276A58" w:rsidRDefault="00B934C5" w:rsidP="00B934C5">
            <w:pPr>
              <w:pStyle w:val="SIBulletList1"/>
            </w:pPr>
            <w:r w:rsidRPr="00B934C5">
              <w:t>recycling of materials and waste</w:t>
            </w:r>
          </w:p>
          <w:p w14:paraId="14EC60F1" w14:textId="2F5C73FC" w:rsidR="00440FCE" w:rsidRDefault="00440FCE" w:rsidP="00B934C5">
            <w:pPr>
              <w:pStyle w:val="SIBulletList1"/>
            </w:pPr>
            <w:r>
              <w:t>workplace health and safety including:</w:t>
            </w:r>
          </w:p>
          <w:p w14:paraId="1DA6DCBD" w14:textId="77777777" w:rsidR="00440FCE" w:rsidRDefault="00440FCE" w:rsidP="00E93114">
            <w:pPr>
              <w:pStyle w:val="SIBulletList2"/>
            </w:pPr>
            <w:r>
              <w:t>typical hazards and risks</w:t>
            </w:r>
          </w:p>
          <w:p w14:paraId="27055C1C" w14:textId="1DDCA725" w:rsidR="00440FCE" w:rsidRDefault="00440FCE" w:rsidP="00E93114">
            <w:pPr>
              <w:pStyle w:val="SIBulletList2"/>
            </w:pPr>
            <w:r>
              <w:t>controls</w:t>
            </w:r>
          </w:p>
          <w:p w14:paraId="3504E785" w14:textId="70B771CB" w:rsidR="00440FCE" w:rsidRDefault="00440FCE">
            <w:pPr>
              <w:pStyle w:val="SIBulletList1"/>
            </w:pPr>
            <w:r>
              <w:t>communication strategies with work team and visitors</w:t>
            </w:r>
          </w:p>
          <w:p w14:paraId="5C8CD985" w14:textId="359F3C63" w:rsidR="00F1480E" w:rsidRPr="005404CB" w:rsidRDefault="00276A58" w:rsidP="00E93114">
            <w:pPr>
              <w:pStyle w:val="SIBulletList1"/>
            </w:pPr>
            <w:r>
              <w:t>importance of records in permaculture systems.</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001FE08E" w14:textId="77777777" w:rsidR="00832689" w:rsidRPr="00832689" w:rsidRDefault="00832689" w:rsidP="00E93114">
            <w:pPr>
              <w:pStyle w:val="SIText"/>
            </w:pPr>
            <w:r w:rsidRPr="00832689">
              <w:t xml:space="preserve">Assessment of the skills in this unit of competency must take place under the following conditions: </w:t>
            </w:r>
          </w:p>
          <w:p w14:paraId="61F65598" w14:textId="77777777" w:rsidR="00832689" w:rsidRPr="00832689" w:rsidRDefault="00832689" w:rsidP="00E93114">
            <w:pPr>
              <w:pStyle w:val="SIBulletList1"/>
            </w:pPr>
            <w:r w:rsidRPr="00832689">
              <w:t>physical conditions:</w:t>
            </w:r>
          </w:p>
          <w:p w14:paraId="423E86EC" w14:textId="79E9AD9A" w:rsidR="00832689" w:rsidRPr="00832689" w:rsidRDefault="00832689" w:rsidP="00832689">
            <w:pPr>
              <w:pStyle w:val="SIBulletList2"/>
            </w:pPr>
            <w:r w:rsidRPr="00832689">
              <w:t xml:space="preserve">skills must be demonstrated in a permaculture system </w:t>
            </w:r>
            <w:r>
              <w:t xml:space="preserve">with integrated plants and animals </w:t>
            </w:r>
            <w:r w:rsidRPr="00832689">
              <w:t>or an environment that accurately represents workplace conditions</w:t>
            </w:r>
          </w:p>
          <w:p w14:paraId="73CAEC17" w14:textId="77777777" w:rsidR="00832689" w:rsidRPr="00832689" w:rsidRDefault="00832689" w:rsidP="00E93114">
            <w:pPr>
              <w:pStyle w:val="SIBulletList1"/>
            </w:pPr>
            <w:r w:rsidRPr="00832689">
              <w:t xml:space="preserve">resources, </w:t>
            </w:r>
            <w:proofErr w:type="gramStart"/>
            <w:r w:rsidRPr="00832689">
              <w:t>equipment</w:t>
            </w:r>
            <w:proofErr w:type="gramEnd"/>
            <w:r w:rsidRPr="00832689">
              <w:t xml:space="preserve"> and materials:</w:t>
            </w:r>
          </w:p>
          <w:p w14:paraId="14B5E309" w14:textId="0433A1FC" w:rsidR="00832689" w:rsidRDefault="00832689" w:rsidP="00832689">
            <w:pPr>
              <w:pStyle w:val="SIBulletList2"/>
            </w:pPr>
            <w:r>
              <w:t>access to plants and animals</w:t>
            </w:r>
          </w:p>
          <w:p w14:paraId="4AD01ED3" w14:textId="77777777" w:rsidR="00832689" w:rsidRPr="00832689" w:rsidRDefault="00832689" w:rsidP="00832689">
            <w:pPr>
              <w:pStyle w:val="SIBulletList2"/>
            </w:pPr>
            <w:r w:rsidRPr="00832689">
              <w:lastRenderedPageBreak/>
              <w:t>use of tools and equipment</w:t>
            </w:r>
          </w:p>
          <w:p w14:paraId="2D3B50DB" w14:textId="77777777" w:rsidR="00832689" w:rsidRDefault="00832689" w:rsidP="00832689">
            <w:pPr>
              <w:pStyle w:val="SIBulletList2"/>
            </w:pPr>
            <w:r w:rsidRPr="00832689">
              <w:t>use of personal protective equipment</w:t>
            </w:r>
          </w:p>
          <w:p w14:paraId="4BDA00AF" w14:textId="32611EF5" w:rsidR="00832689" w:rsidRPr="00832689" w:rsidRDefault="00832689" w:rsidP="00832689">
            <w:pPr>
              <w:pStyle w:val="SIBulletList2"/>
            </w:pPr>
            <w:r>
              <w:t>use of materials and consumables for maintenance activities</w:t>
            </w:r>
          </w:p>
          <w:p w14:paraId="5799B0FB" w14:textId="77777777" w:rsidR="00832689" w:rsidRPr="00832689" w:rsidRDefault="00832689" w:rsidP="00E93114">
            <w:pPr>
              <w:pStyle w:val="SIBulletList1"/>
            </w:pPr>
            <w:r w:rsidRPr="00832689">
              <w:t>specifications:</w:t>
            </w:r>
          </w:p>
          <w:p w14:paraId="3E277BB4" w14:textId="45439F6F" w:rsidR="00832689" w:rsidRPr="00832689" w:rsidRDefault="00832689" w:rsidP="00832689">
            <w:pPr>
              <w:pStyle w:val="SIBulletList2"/>
            </w:pPr>
            <w:r w:rsidRPr="00832689">
              <w:t xml:space="preserve">use of workplace </w:t>
            </w:r>
            <w:r w:rsidR="00212827">
              <w:t>health and safety procedures</w:t>
            </w:r>
          </w:p>
          <w:p w14:paraId="0BC17F29" w14:textId="1B2FA3C6" w:rsidR="00832689" w:rsidRPr="00832689" w:rsidRDefault="00832689" w:rsidP="00832689">
            <w:pPr>
              <w:pStyle w:val="SIBulletList2"/>
            </w:pPr>
            <w:r w:rsidRPr="00832689">
              <w:t>use of manufacturer opera</w:t>
            </w:r>
            <w:r w:rsidR="00212827">
              <w:t>ting instructions for tools and equipment</w:t>
            </w:r>
          </w:p>
          <w:p w14:paraId="15A766AF" w14:textId="578CBA74" w:rsidR="00832689" w:rsidRPr="00832689" w:rsidRDefault="00832689" w:rsidP="00832689">
            <w:pPr>
              <w:pStyle w:val="SIBulletList2"/>
            </w:pPr>
            <w:r w:rsidRPr="00832689">
              <w:t>use of workplace</w:t>
            </w:r>
            <w:r w:rsidR="00212827">
              <w:t xml:space="preserve"> maintenance </w:t>
            </w:r>
            <w:r w:rsidRPr="00832689">
              <w:t>instructions</w:t>
            </w:r>
          </w:p>
          <w:p w14:paraId="71D2DFBC" w14:textId="77777777" w:rsidR="00832689" w:rsidRPr="00832689" w:rsidRDefault="00832689" w:rsidP="00E93114">
            <w:pPr>
              <w:pStyle w:val="SIBulletList1"/>
            </w:pPr>
            <w:r w:rsidRPr="00832689">
              <w:t>relationships:</w:t>
            </w:r>
          </w:p>
          <w:p w14:paraId="01DCE9C1" w14:textId="041306EF" w:rsidR="00832689" w:rsidRPr="00832689" w:rsidRDefault="00832689" w:rsidP="00832689">
            <w:pPr>
              <w:pStyle w:val="SIBulletList2"/>
            </w:pPr>
            <w:r w:rsidRPr="00832689">
              <w:t>team member</w:t>
            </w:r>
          </w:p>
          <w:p w14:paraId="2081C474" w14:textId="77777777" w:rsidR="00832689" w:rsidRPr="00832689" w:rsidRDefault="00832689" w:rsidP="00E93114">
            <w:pPr>
              <w:pStyle w:val="SIText"/>
            </w:pPr>
          </w:p>
          <w:p w14:paraId="759850B7" w14:textId="4D303BA7" w:rsidR="003B541E" w:rsidRPr="005404CB" w:rsidRDefault="00832689" w:rsidP="003B541E">
            <w:pPr>
              <w:pStyle w:val="SIText"/>
              <w:rPr>
                <w:rFonts w:eastAsia="Calibri"/>
              </w:rPr>
            </w:pPr>
            <w:r w:rsidRPr="00832689">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51A84" w14:textId="77777777" w:rsidR="00246713" w:rsidRDefault="00246713" w:rsidP="00BF3F0A">
      <w:r>
        <w:separator/>
      </w:r>
    </w:p>
    <w:p w14:paraId="6F971FDA" w14:textId="77777777" w:rsidR="00246713" w:rsidRDefault="00246713"/>
  </w:endnote>
  <w:endnote w:type="continuationSeparator" w:id="0">
    <w:p w14:paraId="12CD8EBC" w14:textId="77777777" w:rsidR="00246713" w:rsidRDefault="00246713" w:rsidP="00BF3F0A">
      <w:r>
        <w:continuationSeparator/>
      </w:r>
    </w:p>
    <w:p w14:paraId="72E98714" w14:textId="77777777" w:rsidR="00246713" w:rsidRDefault="00246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B77145">
          <w:rPr>
            <w:noProof/>
          </w:rPr>
          <w:t>4</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36945" w14:textId="77777777" w:rsidR="00246713" w:rsidRDefault="00246713" w:rsidP="00BF3F0A">
      <w:r>
        <w:separator/>
      </w:r>
    </w:p>
    <w:p w14:paraId="34EA3D8E" w14:textId="77777777" w:rsidR="00246713" w:rsidRDefault="00246713"/>
  </w:footnote>
  <w:footnote w:type="continuationSeparator" w:id="0">
    <w:p w14:paraId="03F1F092" w14:textId="77777777" w:rsidR="00246713" w:rsidRDefault="00246713" w:rsidP="00BF3F0A">
      <w:r>
        <w:continuationSeparator/>
      </w:r>
    </w:p>
    <w:p w14:paraId="73A6CF87" w14:textId="77777777" w:rsidR="00246713" w:rsidRDefault="002467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6C8AFBF7" w:rsidR="009C2650" w:rsidRPr="000754EC" w:rsidRDefault="00E93114"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D0854" w:rsidRPr="005D0854">
      <w:t xml:space="preserve"> </w:t>
    </w:r>
    <w:r w:rsidR="003A768F" w:rsidRPr="003A768F">
      <w:t>AHCPER303 Maintain integrated plant and animal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2443"/>
    <w:multiLevelType w:val="multilevel"/>
    <w:tmpl w:val="B232D8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B5F90"/>
    <w:multiLevelType w:val="multilevel"/>
    <w:tmpl w:val="E14EF5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F646C0"/>
    <w:multiLevelType w:val="multilevel"/>
    <w:tmpl w:val="DB82AE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AA4BBD"/>
    <w:multiLevelType w:val="multilevel"/>
    <w:tmpl w:val="95462D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66560D5"/>
    <w:multiLevelType w:val="multilevel"/>
    <w:tmpl w:val="1D8255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3046D1"/>
    <w:multiLevelType w:val="multilevel"/>
    <w:tmpl w:val="10EC73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6E7E9D"/>
    <w:multiLevelType w:val="multilevel"/>
    <w:tmpl w:val="3C2A60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5A54AB"/>
    <w:multiLevelType w:val="multilevel"/>
    <w:tmpl w:val="BC7422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F963C5"/>
    <w:multiLevelType w:val="multilevel"/>
    <w:tmpl w:val="A7EA45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BE34F0"/>
    <w:multiLevelType w:val="multilevel"/>
    <w:tmpl w:val="38625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432053"/>
    <w:multiLevelType w:val="multilevel"/>
    <w:tmpl w:val="A5FEA8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90278F"/>
    <w:multiLevelType w:val="multilevel"/>
    <w:tmpl w:val="8A661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1F1611"/>
    <w:multiLevelType w:val="multilevel"/>
    <w:tmpl w:val="954296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3191171"/>
    <w:multiLevelType w:val="multilevel"/>
    <w:tmpl w:val="AD9254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2F1227"/>
    <w:multiLevelType w:val="multilevel"/>
    <w:tmpl w:val="3CF25E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D03329"/>
    <w:multiLevelType w:val="multilevel"/>
    <w:tmpl w:val="BCE29F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1067EF"/>
    <w:multiLevelType w:val="multilevel"/>
    <w:tmpl w:val="067C1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947A15"/>
    <w:multiLevelType w:val="multilevel"/>
    <w:tmpl w:val="87DC7E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DA5E60"/>
    <w:multiLevelType w:val="multilevel"/>
    <w:tmpl w:val="A9E89B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09733E"/>
    <w:multiLevelType w:val="multilevel"/>
    <w:tmpl w:val="D1B814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966F84"/>
    <w:multiLevelType w:val="multilevel"/>
    <w:tmpl w:val="E4CAD5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932768"/>
    <w:multiLevelType w:val="multilevel"/>
    <w:tmpl w:val="F19EE9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BA0EBD"/>
    <w:multiLevelType w:val="multilevel"/>
    <w:tmpl w:val="14183E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B81F2B"/>
    <w:multiLevelType w:val="multilevel"/>
    <w:tmpl w:val="CCDEDC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CA5BEC"/>
    <w:multiLevelType w:val="multilevel"/>
    <w:tmpl w:val="75D264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1235A2"/>
    <w:multiLevelType w:val="multilevel"/>
    <w:tmpl w:val="8DA2FF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E875407"/>
    <w:multiLevelType w:val="multilevel"/>
    <w:tmpl w:val="C97E6E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FBB1067"/>
    <w:multiLevelType w:val="multilevel"/>
    <w:tmpl w:val="C95EA2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2" w15:restartNumberingAfterBreak="0">
    <w:nsid w:val="50FD32D8"/>
    <w:multiLevelType w:val="multilevel"/>
    <w:tmpl w:val="B1129E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4BC671B"/>
    <w:multiLevelType w:val="multilevel"/>
    <w:tmpl w:val="7B7CD7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5045418"/>
    <w:multiLevelType w:val="multilevel"/>
    <w:tmpl w:val="B4246E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8D502F"/>
    <w:multiLevelType w:val="multilevel"/>
    <w:tmpl w:val="D85A7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B06C2D"/>
    <w:multiLevelType w:val="multilevel"/>
    <w:tmpl w:val="B704C7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3E0911"/>
    <w:multiLevelType w:val="multilevel"/>
    <w:tmpl w:val="0F885A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6E53678"/>
    <w:multiLevelType w:val="multilevel"/>
    <w:tmpl w:val="C6AA19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7FF665E"/>
    <w:multiLevelType w:val="multilevel"/>
    <w:tmpl w:val="ED2444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88F1102"/>
    <w:multiLevelType w:val="multilevel"/>
    <w:tmpl w:val="394CA3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BB37DE0"/>
    <w:multiLevelType w:val="multilevel"/>
    <w:tmpl w:val="B3D68A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F32CFE"/>
    <w:multiLevelType w:val="multilevel"/>
    <w:tmpl w:val="89DC21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610E45"/>
    <w:multiLevelType w:val="multilevel"/>
    <w:tmpl w:val="568238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A90E3A"/>
    <w:multiLevelType w:val="multilevel"/>
    <w:tmpl w:val="0FD84C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4408345">
    <w:abstractNumId w:val="41"/>
  </w:num>
  <w:num w:numId="2" w16cid:durableId="1548950801">
    <w:abstractNumId w:val="31"/>
  </w:num>
  <w:num w:numId="3" w16cid:durableId="996349406">
    <w:abstractNumId w:val="24"/>
  </w:num>
  <w:num w:numId="4" w16cid:durableId="1246913261">
    <w:abstractNumId w:val="30"/>
  </w:num>
  <w:num w:numId="5" w16cid:durableId="1180005643">
    <w:abstractNumId w:val="3"/>
  </w:num>
  <w:num w:numId="6" w16cid:durableId="2126651203">
    <w:abstractNumId w:val="29"/>
  </w:num>
  <w:num w:numId="7" w16cid:durableId="53286380">
    <w:abstractNumId w:val="21"/>
  </w:num>
  <w:num w:numId="8" w16cid:durableId="1673609679">
    <w:abstractNumId w:val="13"/>
  </w:num>
  <w:num w:numId="9" w16cid:durableId="439450216">
    <w:abstractNumId w:val="17"/>
  </w:num>
  <w:num w:numId="10" w16cid:durableId="726881232">
    <w:abstractNumId w:val="36"/>
  </w:num>
  <w:num w:numId="11" w16cid:durableId="1024593393">
    <w:abstractNumId w:val="44"/>
  </w:num>
  <w:num w:numId="12" w16cid:durableId="1338264784">
    <w:abstractNumId w:val="27"/>
  </w:num>
  <w:num w:numId="13" w16cid:durableId="1862013891">
    <w:abstractNumId w:val="32"/>
  </w:num>
  <w:num w:numId="14" w16cid:durableId="2044480124">
    <w:abstractNumId w:val="38"/>
  </w:num>
  <w:num w:numId="15" w16cid:durableId="696811481">
    <w:abstractNumId w:val="40"/>
  </w:num>
  <w:num w:numId="16" w16cid:durableId="1874267039">
    <w:abstractNumId w:val="33"/>
  </w:num>
  <w:num w:numId="17" w16cid:durableId="750351965">
    <w:abstractNumId w:val="18"/>
  </w:num>
  <w:num w:numId="18" w16cid:durableId="908031660">
    <w:abstractNumId w:val="12"/>
  </w:num>
  <w:num w:numId="19" w16cid:durableId="131409810">
    <w:abstractNumId w:val="7"/>
  </w:num>
  <w:num w:numId="20" w16cid:durableId="498616462">
    <w:abstractNumId w:val="34"/>
  </w:num>
  <w:num w:numId="21" w16cid:durableId="1701852170">
    <w:abstractNumId w:val="16"/>
  </w:num>
  <w:num w:numId="22" w16cid:durableId="1226450781">
    <w:abstractNumId w:val="23"/>
  </w:num>
  <w:num w:numId="23" w16cid:durableId="899900824">
    <w:abstractNumId w:val="25"/>
  </w:num>
  <w:num w:numId="24" w16cid:durableId="248589186">
    <w:abstractNumId w:val="28"/>
  </w:num>
  <w:num w:numId="25" w16cid:durableId="813327911">
    <w:abstractNumId w:val="19"/>
  </w:num>
  <w:num w:numId="26" w16cid:durableId="1035035732">
    <w:abstractNumId w:val="8"/>
  </w:num>
  <w:num w:numId="27" w16cid:durableId="661470550">
    <w:abstractNumId w:val="37"/>
  </w:num>
  <w:num w:numId="28" w16cid:durableId="1588151194">
    <w:abstractNumId w:val="42"/>
  </w:num>
  <w:num w:numId="29" w16cid:durableId="851259332">
    <w:abstractNumId w:val="22"/>
  </w:num>
  <w:num w:numId="30" w16cid:durableId="188178714">
    <w:abstractNumId w:val="1"/>
  </w:num>
  <w:num w:numId="31" w16cid:durableId="489830947">
    <w:abstractNumId w:val="35"/>
  </w:num>
  <w:num w:numId="32" w16cid:durableId="357969110">
    <w:abstractNumId w:val="2"/>
  </w:num>
  <w:num w:numId="33" w16cid:durableId="1794207614">
    <w:abstractNumId w:val="39"/>
  </w:num>
  <w:num w:numId="34" w16cid:durableId="1134713163">
    <w:abstractNumId w:val="0"/>
  </w:num>
  <w:num w:numId="35" w16cid:durableId="1254049230">
    <w:abstractNumId w:val="43"/>
  </w:num>
  <w:num w:numId="36" w16cid:durableId="474177270">
    <w:abstractNumId w:val="9"/>
  </w:num>
  <w:num w:numId="37" w16cid:durableId="1281036714">
    <w:abstractNumId w:val="11"/>
  </w:num>
  <w:num w:numId="38" w16cid:durableId="418715520">
    <w:abstractNumId w:val="5"/>
  </w:num>
  <w:num w:numId="39" w16cid:durableId="1428378906">
    <w:abstractNumId w:val="20"/>
  </w:num>
  <w:num w:numId="40" w16cid:durableId="1480731425">
    <w:abstractNumId w:val="45"/>
  </w:num>
  <w:num w:numId="41" w16cid:durableId="1635331044">
    <w:abstractNumId w:val="10"/>
  </w:num>
  <w:num w:numId="42" w16cid:durableId="425155288">
    <w:abstractNumId w:val="6"/>
  </w:num>
  <w:num w:numId="43" w16cid:durableId="64113049">
    <w:abstractNumId w:val="2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36C9"/>
    <w:rsid w:val="00016803"/>
    <w:rsid w:val="00023992"/>
    <w:rsid w:val="000275AE"/>
    <w:rsid w:val="000306F8"/>
    <w:rsid w:val="00041E59"/>
    <w:rsid w:val="00064BFE"/>
    <w:rsid w:val="00070B3E"/>
    <w:rsid w:val="00071F95"/>
    <w:rsid w:val="000737BB"/>
    <w:rsid w:val="00074E47"/>
    <w:rsid w:val="000754EC"/>
    <w:rsid w:val="00086857"/>
    <w:rsid w:val="000873E8"/>
    <w:rsid w:val="0009093B"/>
    <w:rsid w:val="000A5441"/>
    <w:rsid w:val="000B2022"/>
    <w:rsid w:val="000C044A"/>
    <w:rsid w:val="000C149A"/>
    <w:rsid w:val="000C224E"/>
    <w:rsid w:val="000E25E6"/>
    <w:rsid w:val="000E2C86"/>
    <w:rsid w:val="000F29F2"/>
    <w:rsid w:val="000F7B0C"/>
    <w:rsid w:val="00101659"/>
    <w:rsid w:val="00105AEA"/>
    <w:rsid w:val="001078BF"/>
    <w:rsid w:val="0011017A"/>
    <w:rsid w:val="00133957"/>
    <w:rsid w:val="0013525C"/>
    <w:rsid w:val="001372F6"/>
    <w:rsid w:val="00144385"/>
    <w:rsid w:val="00146EEC"/>
    <w:rsid w:val="00151D55"/>
    <w:rsid w:val="00151D93"/>
    <w:rsid w:val="00156EF3"/>
    <w:rsid w:val="00162CC8"/>
    <w:rsid w:val="00176E4F"/>
    <w:rsid w:val="0018546B"/>
    <w:rsid w:val="0019000B"/>
    <w:rsid w:val="001A6A3E"/>
    <w:rsid w:val="001A7B6D"/>
    <w:rsid w:val="001B34D5"/>
    <w:rsid w:val="001B513A"/>
    <w:rsid w:val="001C0A75"/>
    <w:rsid w:val="001C1306"/>
    <w:rsid w:val="001D30EB"/>
    <w:rsid w:val="001D5C1B"/>
    <w:rsid w:val="001D7F5B"/>
    <w:rsid w:val="001E0849"/>
    <w:rsid w:val="001E16BC"/>
    <w:rsid w:val="001E16DF"/>
    <w:rsid w:val="001F16C8"/>
    <w:rsid w:val="001F2BA5"/>
    <w:rsid w:val="001F308D"/>
    <w:rsid w:val="00201A7C"/>
    <w:rsid w:val="00202B55"/>
    <w:rsid w:val="0021210E"/>
    <w:rsid w:val="00212827"/>
    <w:rsid w:val="0021414D"/>
    <w:rsid w:val="00223124"/>
    <w:rsid w:val="00233143"/>
    <w:rsid w:val="00234444"/>
    <w:rsid w:val="00242293"/>
    <w:rsid w:val="00244EA7"/>
    <w:rsid w:val="00246713"/>
    <w:rsid w:val="002526AC"/>
    <w:rsid w:val="00262FC3"/>
    <w:rsid w:val="0026394F"/>
    <w:rsid w:val="00267AF6"/>
    <w:rsid w:val="00276A58"/>
    <w:rsid w:val="00276DB8"/>
    <w:rsid w:val="00282664"/>
    <w:rsid w:val="00285FB8"/>
    <w:rsid w:val="002965A8"/>
    <w:rsid w:val="002970C3"/>
    <w:rsid w:val="002973EC"/>
    <w:rsid w:val="002A275C"/>
    <w:rsid w:val="002A4CD3"/>
    <w:rsid w:val="002A6CC4"/>
    <w:rsid w:val="002C55E9"/>
    <w:rsid w:val="002D0C8B"/>
    <w:rsid w:val="002D330A"/>
    <w:rsid w:val="002E170C"/>
    <w:rsid w:val="002E193E"/>
    <w:rsid w:val="003028FC"/>
    <w:rsid w:val="00305EFF"/>
    <w:rsid w:val="00310A6A"/>
    <w:rsid w:val="003113E9"/>
    <w:rsid w:val="003144E6"/>
    <w:rsid w:val="00333E3C"/>
    <w:rsid w:val="00337E82"/>
    <w:rsid w:val="00346FDC"/>
    <w:rsid w:val="00350BB1"/>
    <w:rsid w:val="00352C83"/>
    <w:rsid w:val="00353658"/>
    <w:rsid w:val="00366805"/>
    <w:rsid w:val="0037067D"/>
    <w:rsid w:val="00373436"/>
    <w:rsid w:val="0038735B"/>
    <w:rsid w:val="003916D1"/>
    <w:rsid w:val="00394C90"/>
    <w:rsid w:val="003A21F0"/>
    <w:rsid w:val="003A277F"/>
    <w:rsid w:val="003A58BA"/>
    <w:rsid w:val="003A5AE7"/>
    <w:rsid w:val="003A7221"/>
    <w:rsid w:val="003A768F"/>
    <w:rsid w:val="003B3493"/>
    <w:rsid w:val="003B541E"/>
    <w:rsid w:val="003C13AE"/>
    <w:rsid w:val="003C7152"/>
    <w:rsid w:val="003D2E73"/>
    <w:rsid w:val="003E72B6"/>
    <w:rsid w:val="003E7BBE"/>
    <w:rsid w:val="003F14E7"/>
    <w:rsid w:val="004127E3"/>
    <w:rsid w:val="0043212E"/>
    <w:rsid w:val="00434366"/>
    <w:rsid w:val="00434ECE"/>
    <w:rsid w:val="00440FCE"/>
    <w:rsid w:val="00444423"/>
    <w:rsid w:val="00452F3E"/>
    <w:rsid w:val="0046239A"/>
    <w:rsid w:val="004640AE"/>
    <w:rsid w:val="00466F18"/>
    <w:rsid w:val="004679E3"/>
    <w:rsid w:val="00475172"/>
    <w:rsid w:val="004758B0"/>
    <w:rsid w:val="0048067C"/>
    <w:rsid w:val="004832D2"/>
    <w:rsid w:val="00484CCD"/>
    <w:rsid w:val="00485559"/>
    <w:rsid w:val="004A142B"/>
    <w:rsid w:val="004A3860"/>
    <w:rsid w:val="004A44E8"/>
    <w:rsid w:val="004A581D"/>
    <w:rsid w:val="004A7706"/>
    <w:rsid w:val="004A77E3"/>
    <w:rsid w:val="004B27C3"/>
    <w:rsid w:val="004B29B7"/>
    <w:rsid w:val="004B7A28"/>
    <w:rsid w:val="004C2244"/>
    <w:rsid w:val="004C6B4A"/>
    <w:rsid w:val="004C79A1"/>
    <w:rsid w:val="004D0D5F"/>
    <w:rsid w:val="004D1569"/>
    <w:rsid w:val="004D2E64"/>
    <w:rsid w:val="004D44B1"/>
    <w:rsid w:val="004E0151"/>
    <w:rsid w:val="004E0460"/>
    <w:rsid w:val="004E1579"/>
    <w:rsid w:val="004E337F"/>
    <w:rsid w:val="004E5FAE"/>
    <w:rsid w:val="004E6245"/>
    <w:rsid w:val="004E6741"/>
    <w:rsid w:val="004E7094"/>
    <w:rsid w:val="004F5DC7"/>
    <w:rsid w:val="004F78DA"/>
    <w:rsid w:val="005145AB"/>
    <w:rsid w:val="00520E9A"/>
    <w:rsid w:val="00521027"/>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296"/>
    <w:rsid w:val="005A6C9C"/>
    <w:rsid w:val="005A74DC"/>
    <w:rsid w:val="005B5146"/>
    <w:rsid w:val="005D0854"/>
    <w:rsid w:val="005D1AFD"/>
    <w:rsid w:val="005E5103"/>
    <w:rsid w:val="005E51E6"/>
    <w:rsid w:val="005E5B6D"/>
    <w:rsid w:val="005F027A"/>
    <w:rsid w:val="005F33CC"/>
    <w:rsid w:val="005F771F"/>
    <w:rsid w:val="006121D4"/>
    <w:rsid w:val="00613B49"/>
    <w:rsid w:val="00616845"/>
    <w:rsid w:val="00620E8E"/>
    <w:rsid w:val="00633CFE"/>
    <w:rsid w:val="00634FCA"/>
    <w:rsid w:val="00643D1B"/>
    <w:rsid w:val="006452B8"/>
    <w:rsid w:val="00652E62"/>
    <w:rsid w:val="0066374B"/>
    <w:rsid w:val="00680367"/>
    <w:rsid w:val="0068453C"/>
    <w:rsid w:val="00686A49"/>
    <w:rsid w:val="00687B62"/>
    <w:rsid w:val="00690C44"/>
    <w:rsid w:val="00692EC8"/>
    <w:rsid w:val="00695C89"/>
    <w:rsid w:val="006969D9"/>
    <w:rsid w:val="006A2B68"/>
    <w:rsid w:val="006B1229"/>
    <w:rsid w:val="006C2F32"/>
    <w:rsid w:val="006C32DF"/>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1DBE"/>
    <w:rsid w:val="0076523B"/>
    <w:rsid w:val="00771B60"/>
    <w:rsid w:val="00781D77"/>
    <w:rsid w:val="00782AE0"/>
    <w:rsid w:val="00783549"/>
    <w:rsid w:val="007860B7"/>
    <w:rsid w:val="00786DC8"/>
    <w:rsid w:val="0079402C"/>
    <w:rsid w:val="007A300D"/>
    <w:rsid w:val="007D5A78"/>
    <w:rsid w:val="007E3BD1"/>
    <w:rsid w:val="007F1563"/>
    <w:rsid w:val="007F1EB2"/>
    <w:rsid w:val="007F44DB"/>
    <w:rsid w:val="007F5A8B"/>
    <w:rsid w:val="00817D51"/>
    <w:rsid w:val="00823530"/>
    <w:rsid w:val="00823FF4"/>
    <w:rsid w:val="00830267"/>
    <w:rsid w:val="008306E7"/>
    <w:rsid w:val="008322BE"/>
    <w:rsid w:val="00832689"/>
    <w:rsid w:val="00834BC8"/>
    <w:rsid w:val="00837FD6"/>
    <w:rsid w:val="00847B60"/>
    <w:rsid w:val="00850243"/>
    <w:rsid w:val="00851BE5"/>
    <w:rsid w:val="008545EB"/>
    <w:rsid w:val="00865011"/>
    <w:rsid w:val="00886790"/>
    <w:rsid w:val="008873C8"/>
    <w:rsid w:val="008908DE"/>
    <w:rsid w:val="008A12ED"/>
    <w:rsid w:val="008A39D3"/>
    <w:rsid w:val="008B2C77"/>
    <w:rsid w:val="008B4AD2"/>
    <w:rsid w:val="008B663E"/>
    <w:rsid w:val="008B7138"/>
    <w:rsid w:val="008D3C8D"/>
    <w:rsid w:val="008E260C"/>
    <w:rsid w:val="008E39BE"/>
    <w:rsid w:val="008E62EC"/>
    <w:rsid w:val="008F32F6"/>
    <w:rsid w:val="00903631"/>
    <w:rsid w:val="00903E6C"/>
    <w:rsid w:val="00916CD7"/>
    <w:rsid w:val="00920927"/>
    <w:rsid w:val="00921B38"/>
    <w:rsid w:val="00923720"/>
    <w:rsid w:val="009278C9"/>
    <w:rsid w:val="00932CD7"/>
    <w:rsid w:val="00944C09"/>
    <w:rsid w:val="009527CB"/>
    <w:rsid w:val="00953835"/>
    <w:rsid w:val="00955199"/>
    <w:rsid w:val="00960F6C"/>
    <w:rsid w:val="00962B62"/>
    <w:rsid w:val="00970747"/>
    <w:rsid w:val="00993CEA"/>
    <w:rsid w:val="00997BFC"/>
    <w:rsid w:val="009A5900"/>
    <w:rsid w:val="009A6E6C"/>
    <w:rsid w:val="009A6F3F"/>
    <w:rsid w:val="009B331A"/>
    <w:rsid w:val="009B7F7C"/>
    <w:rsid w:val="009C2650"/>
    <w:rsid w:val="009D15E2"/>
    <w:rsid w:val="009D15FE"/>
    <w:rsid w:val="009D5D2C"/>
    <w:rsid w:val="009F0DCC"/>
    <w:rsid w:val="009F11CA"/>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E41F5"/>
    <w:rsid w:val="00AF3957"/>
    <w:rsid w:val="00B0712C"/>
    <w:rsid w:val="00B11D14"/>
    <w:rsid w:val="00B12013"/>
    <w:rsid w:val="00B22C67"/>
    <w:rsid w:val="00B3508F"/>
    <w:rsid w:val="00B443EE"/>
    <w:rsid w:val="00B52AAC"/>
    <w:rsid w:val="00B560C8"/>
    <w:rsid w:val="00B61150"/>
    <w:rsid w:val="00B65BC7"/>
    <w:rsid w:val="00B7425E"/>
    <w:rsid w:val="00B746B9"/>
    <w:rsid w:val="00B77145"/>
    <w:rsid w:val="00B848D4"/>
    <w:rsid w:val="00B865B7"/>
    <w:rsid w:val="00B9148E"/>
    <w:rsid w:val="00B91517"/>
    <w:rsid w:val="00B934C5"/>
    <w:rsid w:val="00BA1CB1"/>
    <w:rsid w:val="00BA4178"/>
    <w:rsid w:val="00BA482D"/>
    <w:rsid w:val="00BA5F11"/>
    <w:rsid w:val="00BB1755"/>
    <w:rsid w:val="00BB23F4"/>
    <w:rsid w:val="00BC5075"/>
    <w:rsid w:val="00BC5419"/>
    <w:rsid w:val="00BD3B0F"/>
    <w:rsid w:val="00BD4A22"/>
    <w:rsid w:val="00BE5889"/>
    <w:rsid w:val="00BF1D4C"/>
    <w:rsid w:val="00BF3F0A"/>
    <w:rsid w:val="00C04238"/>
    <w:rsid w:val="00C143C3"/>
    <w:rsid w:val="00C1739B"/>
    <w:rsid w:val="00C21ADE"/>
    <w:rsid w:val="00C23D97"/>
    <w:rsid w:val="00C26067"/>
    <w:rsid w:val="00C30A29"/>
    <w:rsid w:val="00C317DC"/>
    <w:rsid w:val="00C36FBC"/>
    <w:rsid w:val="00C4364C"/>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D5C97"/>
    <w:rsid w:val="00CE7D19"/>
    <w:rsid w:val="00CF0CF5"/>
    <w:rsid w:val="00CF2B3E"/>
    <w:rsid w:val="00D0201F"/>
    <w:rsid w:val="00D03685"/>
    <w:rsid w:val="00D07D4E"/>
    <w:rsid w:val="00D115AA"/>
    <w:rsid w:val="00D145BE"/>
    <w:rsid w:val="00D2035A"/>
    <w:rsid w:val="00D20C57"/>
    <w:rsid w:val="00D25D16"/>
    <w:rsid w:val="00D32124"/>
    <w:rsid w:val="00D371AA"/>
    <w:rsid w:val="00D42A54"/>
    <w:rsid w:val="00D52946"/>
    <w:rsid w:val="00D54C76"/>
    <w:rsid w:val="00D607DE"/>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4046B"/>
    <w:rsid w:val="00E46FBD"/>
    <w:rsid w:val="00E501F0"/>
    <w:rsid w:val="00E6166D"/>
    <w:rsid w:val="00E91BFF"/>
    <w:rsid w:val="00E92933"/>
    <w:rsid w:val="00E93114"/>
    <w:rsid w:val="00E94FAD"/>
    <w:rsid w:val="00EB0AA4"/>
    <w:rsid w:val="00EB5C88"/>
    <w:rsid w:val="00EC0469"/>
    <w:rsid w:val="00EC0C3E"/>
    <w:rsid w:val="00ED5AAC"/>
    <w:rsid w:val="00EF01F8"/>
    <w:rsid w:val="00EF3268"/>
    <w:rsid w:val="00EF40EF"/>
    <w:rsid w:val="00EF47FE"/>
    <w:rsid w:val="00F02CB7"/>
    <w:rsid w:val="00F0614C"/>
    <w:rsid w:val="00F069BD"/>
    <w:rsid w:val="00F1480E"/>
    <w:rsid w:val="00F1497D"/>
    <w:rsid w:val="00F16AAC"/>
    <w:rsid w:val="00F30C7D"/>
    <w:rsid w:val="00F33FF2"/>
    <w:rsid w:val="00F438FC"/>
    <w:rsid w:val="00F5616F"/>
    <w:rsid w:val="00F56451"/>
    <w:rsid w:val="00F56827"/>
    <w:rsid w:val="00F60517"/>
    <w:rsid w:val="00F62866"/>
    <w:rsid w:val="00F65EF0"/>
    <w:rsid w:val="00F71651"/>
    <w:rsid w:val="00F76191"/>
    <w:rsid w:val="00F76CC6"/>
    <w:rsid w:val="00F777DC"/>
    <w:rsid w:val="00F83D7C"/>
    <w:rsid w:val="00F869B9"/>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E9311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357775382">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889603138">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792C3ACD-87A2-466C-BE6A-ED1BC3DF78BB}">
  <ds:schemaRefs>
    <ds:schemaRef ds:uri="http://schemas.openxmlformats.org/officeDocument/2006/bibliography"/>
  </ds:schemaRefs>
</ds:datastoreItem>
</file>

<file path=customXml/itemProps2.xml><?xml version="1.0" encoding="utf-8"?>
<ds:datastoreItem xmlns:ds="http://schemas.openxmlformats.org/officeDocument/2006/customXml" ds:itemID="{BA25AB44-9DBB-4958-9B1D-A8718479E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sharepoint/v3"/>
    <ds:schemaRef ds:uri="http://purl.org/dc/terms/"/>
    <ds:schemaRef ds:uri="http://schemas.microsoft.com/office/2006/documentManagement/types"/>
    <ds:schemaRef ds:uri="7ee3a392-9fd5-4e44-986b-b11872d0f857"/>
    <ds:schemaRef ds:uri="http://purl.org/dc/elements/1.1/"/>
    <ds:schemaRef ds:uri="http://schemas.microsoft.com/office/2006/metadata/properties"/>
    <ds:schemaRef ds:uri="http://schemas.microsoft.com/office/infopath/2007/PartnerControls"/>
    <ds:schemaRef ds:uri="d50bbff7-d6dd-47d2-864a-cfdc2c3db0f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48</TotalTime>
  <Pages>4</Pages>
  <Words>1022</Words>
  <Characters>5827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12</cp:revision>
  <cp:lastPrinted>2016-05-27T05:21:00Z</cp:lastPrinted>
  <dcterms:created xsi:type="dcterms:W3CDTF">2021-12-06T04:35:00Z</dcterms:created>
  <dcterms:modified xsi:type="dcterms:W3CDTF">2022-05-13T02:29:00Z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